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0"/>
        <w:gridCol w:w="6269"/>
        <w:gridCol w:w="1259"/>
        <w:gridCol w:w="6018"/>
      </w:tblGrid>
      <w:tr w:rsidR="00E14634" w:rsidRPr="00AC3EA9" w:rsidTr="00E36519">
        <w:tc>
          <w:tcPr>
            <w:tcW w:w="1070" w:type="dxa"/>
            <w:vAlign w:val="center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Name:</w:t>
            </w:r>
          </w:p>
        </w:tc>
        <w:bookmarkStart w:id="0" w:name="Text52"/>
        <w:tc>
          <w:tcPr>
            <w:tcW w:w="6269" w:type="dxa"/>
            <w:vAlign w:val="center"/>
          </w:tcPr>
          <w:p w:rsidR="00E14634" w:rsidRPr="00AC3EA9" w:rsidRDefault="00AC4021" w:rsidP="008230BC">
            <w:r>
              <w:rPr>
                <w:rStyle w:val="PlaceholderText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2A1278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8230BC">
              <w:rPr>
                <w:rStyle w:val="PlaceholderText"/>
              </w:rPr>
              <w:t>Karen Martin</w:t>
            </w:r>
            <w:r>
              <w:rPr>
                <w:rStyle w:val="PlaceholderText"/>
              </w:rPr>
              <w:fldChar w:fldCharType="end"/>
            </w:r>
            <w:bookmarkEnd w:id="0"/>
          </w:p>
        </w:tc>
        <w:tc>
          <w:tcPr>
            <w:tcW w:w="1259" w:type="dxa"/>
            <w:vAlign w:val="center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School:</w:t>
            </w:r>
          </w:p>
        </w:tc>
        <w:bookmarkStart w:id="1" w:name="Text54"/>
        <w:tc>
          <w:tcPr>
            <w:tcW w:w="6018" w:type="dxa"/>
            <w:vAlign w:val="center"/>
          </w:tcPr>
          <w:p w:rsidR="00E14634" w:rsidRPr="00AC3EA9" w:rsidRDefault="00AC4021" w:rsidP="008230BC">
            <w:pPr>
              <w:rPr>
                <w:b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="002A1278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8230BC">
              <w:rPr>
                <w:rStyle w:val="PlaceholderText"/>
                <w:noProof/>
              </w:rPr>
              <w:t>JCHS</w:t>
            </w:r>
            <w:r>
              <w:rPr>
                <w:rStyle w:val="PlaceholderText"/>
              </w:rPr>
              <w:fldChar w:fldCharType="end"/>
            </w:r>
            <w:bookmarkEnd w:id="1"/>
          </w:p>
        </w:tc>
      </w:tr>
      <w:tr w:rsidR="00E14634" w:rsidRPr="00AC3EA9" w:rsidTr="00E36519">
        <w:tc>
          <w:tcPr>
            <w:tcW w:w="1070" w:type="dxa"/>
            <w:vAlign w:val="center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Subject:</w:t>
            </w:r>
          </w:p>
        </w:tc>
        <w:bookmarkStart w:id="2" w:name="Text53"/>
        <w:tc>
          <w:tcPr>
            <w:tcW w:w="6269" w:type="dxa"/>
            <w:vAlign w:val="center"/>
          </w:tcPr>
          <w:p w:rsidR="00E14634" w:rsidRPr="00AC3EA9" w:rsidRDefault="00AC4021" w:rsidP="008230BC">
            <w:r>
              <w:rPr>
                <w:rStyle w:val="PlaceholderText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="002A1278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8230BC">
              <w:rPr>
                <w:rStyle w:val="PlaceholderText"/>
                <w:noProof/>
              </w:rPr>
              <w:t>Coordinate Algebra Unit 1</w:t>
            </w:r>
            <w:r>
              <w:rPr>
                <w:rStyle w:val="PlaceholderText"/>
              </w:rPr>
              <w:fldChar w:fldCharType="end"/>
            </w:r>
            <w:bookmarkEnd w:id="2"/>
          </w:p>
        </w:tc>
        <w:tc>
          <w:tcPr>
            <w:tcW w:w="1259" w:type="dxa"/>
            <w:vAlign w:val="center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Week of:</w:t>
            </w:r>
          </w:p>
        </w:tc>
        <w:bookmarkStart w:id="3" w:name="Text55"/>
        <w:tc>
          <w:tcPr>
            <w:tcW w:w="6018" w:type="dxa"/>
            <w:vAlign w:val="center"/>
          </w:tcPr>
          <w:p w:rsidR="00E14634" w:rsidRPr="00AC3EA9" w:rsidRDefault="00AC4021" w:rsidP="008230BC">
            <w:pPr>
              <w:rPr>
                <w:b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="002A1278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8230BC">
              <w:rPr>
                <w:rStyle w:val="PlaceholderText"/>
              </w:rPr>
              <w:t>August 13th</w:t>
            </w:r>
            <w:r>
              <w:rPr>
                <w:rStyle w:val="PlaceholderText"/>
              </w:rPr>
              <w:fldChar w:fldCharType="end"/>
            </w:r>
            <w:bookmarkEnd w:id="3"/>
          </w:p>
        </w:tc>
      </w:tr>
    </w:tbl>
    <w:p w:rsidR="00E14634" w:rsidRDefault="00AC402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4pt;margin-top:9.3pt;width:726pt;height:32.25pt;z-index:251657728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" fillcolor="#bfbfbf" strokeweight=".5pt">
            <v:textbox>
              <w:txbxContent>
                <w:p w:rsidR="008230BC" w:rsidRPr="00D8707F" w:rsidRDefault="008230BC" w:rsidP="00E14634">
                  <w:pPr>
                    <w:jc w:val="center"/>
                    <w:rPr>
                      <w:rFonts w:ascii="Elephant" w:hAnsi="Elephant"/>
                      <w:sz w:val="28"/>
                      <w:szCs w:val="28"/>
                    </w:rPr>
                  </w:pPr>
                  <w:r w:rsidRPr="00D8707F">
                    <w:rPr>
                      <w:rFonts w:ascii="Elephant" w:hAnsi="Elephant"/>
                      <w:sz w:val="28"/>
                      <w:szCs w:val="28"/>
                    </w:rPr>
                    <w:t xml:space="preserve">Jasper County Schools   </w:t>
                  </w:r>
                  <w:r w:rsidRPr="00D8707F">
                    <w:rPr>
                      <w:rFonts w:ascii="Elephant" w:hAnsi="Elephant"/>
                      <w:sz w:val="28"/>
                      <w:szCs w:val="28"/>
                    </w:rPr>
                    <w:sym w:font="Symbol" w:char="F0B7"/>
                  </w:r>
                  <w:r w:rsidRPr="00D8707F">
                    <w:rPr>
                      <w:rFonts w:ascii="Elephant" w:hAnsi="Elephant"/>
                      <w:sz w:val="28"/>
                      <w:szCs w:val="28"/>
                    </w:rPr>
                    <w:t xml:space="preserve">   Secondary Lesson Plan Template</w:t>
                  </w:r>
                </w:p>
              </w:txbxContent>
            </v:textbox>
          </v:shape>
        </w:pict>
      </w:r>
    </w:p>
    <w:p w:rsidR="00E14634" w:rsidRDefault="00E14634"/>
    <w:p w:rsidR="00E14634" w:rsidRDefault="00E14634"/>
    <w:p w:rsidR="00E14634" w:rsidRPr="00E14634" w:rsidRDefault="00E14634">
      <w:pPr>
        <w:rPr>
          <w:b/>
        </w:rPr>
      </w:pPr>
    </w:p>
    <w:tbl>
      <w:tblPr>
        <w:tblW w:w="14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36"/>
        <w:gridCol w:w="2436"/>
        <w:gridCol w:w="2436"/>
        <w:gridCol w:w="2436"/>
        <w:gridCol w:w="2436"/>
        <w:gridCol w:w="2436"/>
      </w:tblGrid>
      <w:tr w:rsidR="00E14634" w:rsidRPr="00D8707F" w:rsidTr="00AC3EA9">
        <w:trPr>
          <w:cantSplit/>
          <w:trHeight w:val="576"/>
          <w:tblHeader/>
        </w:trPr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Day of the Week: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Monday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Tuesday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Wednesday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Thursday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Friday</w:t>
            </w:r>
          </w:p>
        </w:tc>
      </w:tr>
      <w:tr w:rsidR="000D5E5E" w:rsidRPr="00D8707F" w:rsidTr="00AC3EA9">
        <w:trPr>
          <w:cantSplit/>
        </w:trPr>
        <w:tc>
          <w:tcPr>
            <w:tcW w:w="2436" w:type="dxa"/>
          </w:tcPr>
          <w:p w:rsidR="000D5E5E" w:rsidRPr="00D8707F" w:rsidRDefault="000D5E5E">
            <w:pPr>
              <w:rPr>
                <w:b/>
                <w:sz w:val="22"/>
              </w:rPr>
            </w:pPr>
            <w:r w:rsidRPr="00D8707F">
              <w:rPr>
                <w:b/>
                <w:sz w:val="22"/>
                <w:highlight w:val="yellow"/>
              </w:rPr>
              <w:t>Standards</w:t>
            </w:r>
          </w:p>
          <w:p w:rsidR="000D5E5E" w:rsidRPr="00D8707F" w:rsidRDefault="00AC4021" w:rsidP="00424BE8">
            <w:pPr>
              <w:rPr>
                <w:b/>
                <w:sz w:val="22"/>
              </w:rPr>
            </w:pPr>
            <w:r w:rsidRPr="00D8707F">
              <w:rPr>
                <w:b/>
                <w:sz w:val="22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4" w:name="Check9"/>
            <w:r w:rsidR="00791AF4" w:rsidRPr="00D8707F">
              <w:rPr>
                <w:b/>
                <w:sz w:val="22"/>
              </w:rPr>
              <w:instrText xml:space="preserve"> FORMCHECKBOX </w:instrText>
            </w:r>
            <w:r w:rsidR="008230BC" w:rsidRPr="00D8707F">
              <w:rPr>
                <w:b/>
                <w:sz w:val="22"/>
              </w:rPr>
            </w:r>
            <w:r w:rsidRPr="00D8707F">
              <w:rPr>
                <w:b/>
                <w:sz w:val="22"/>
              </w:rPr>
              <w:fldChar w:fldCharType="end"/>
            </w:r>
            <w:bookmarkEnd w:id="4"/>
            <w:r w:rsidR="00791AF4" w:rsidRPr="00D8707F">
              <w:rPr>
                <w:b/>
                <w:sz w:val="22"/>
              </w:rPr>
              <w:t xml:space="preserve"> </w:t>
            </w:r>
            <w:r w:rsidR="000D5E5E" w:rsidRPr="00D8707F">
              <w:rPr>
                <w:b/>
                <w:sz w:val="22"/>
              </w:rPr>
              <w:t>GPS/CCGPS</w:t>
            </w:r>
          </w:p>
          <w:p w:rsidR="000D5E5E" w:rsidRPr="00D8707F" w:rsidRDefault="00AC4021" w:rsidP="00424BE8">
            <w:pPr>
              <w:rPr>
                <w:b/>
                <w:sz w:val="22"/>
              </w:rPr>
            </w:pPr>
            <w:r w:rsidRPr="00D8707F">
              <w:rPr>
                <w:b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heck2"/>
            <w:r w:rsidR="00424BE8" w:rsidRPr="00D8707F">
              <w:rPr>
                <w:b/>
                <w:sz w:val="22"/>
              </w:rPr>
              <w:instrText xml:space="preserve"> FORMCHECKBOX </w:instrText>
            </w:r>
            <w:r w:rsidRPr="00D8707F">
              <w:rPr>
                <w:b/>
                <w:sz w:val="22"/>
              </w:rPr>
            </w:r>
            <w:r w:rsidRPr="00D8707F">
              <w:rPr>
                <w:b/>
                <w:sz w:val="22"/>
              </w:rPr>
              <w:fldChar w:fldCharType="end"/>
            </w:r>
            <w:bookmarkEnd w:id="5"/>
            <w:r w:rsidR="00424BE8" w:rsidRPr="00D8707F">
              <w:rPr>
                <w:b/>
                <w:sz w:val="22"/>
              </w:rPr>
              <w:t xml:space="preserve"> </w:t>
            </w:r>
            <w:r w:rsidR="000D5E5E" w:rsidRPr="00D8707F">
              <w:rPr>
                <w:b/>
                <w:sz w:val="22"/>
              </w:rPr>
              <w:t>ISTE NETS-S</w:t>
            </w:r>
          </w:p>
          <w:p w:rsidR="000D5E5E" w:rsidRPr="00D8707F" w:rsidRDefault="000D5E5E">
            <w:pPr>
              <w:rPr>
                <w:b/>
                <w:sz w:val="22"/>
                <w:highlight w:val="green"/>
              </w:rPr>
            </w:pPr>
          </w:p>
        </w:tc>
        <w:bookmarkStart w:id="6" w:name="Text1"/>
        <w:tc>
          <w:tcPr>
            <w:tcW w:w="2436" w:type="dxa"/>
          </w:tcPr>
          <w:p w:rsidR="000D5E5E" w:rsidRPr="00D8707F" w:rsidRDefault="00AC4021" w:rsidP="004A065B">
            <w:pPr>
              <w:rPr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4A065B" w:rsidRPr="004A065B">
              <w:rPr>
                <w:rStyle w:val="PlaceholderText"/>
                <w:noProof/>
                <w:sz w:val="22"/>
              </w:rPr>
              <w:t>A-SSE.1. Interpret expressions that represent a quantity in terms of its context.</w:t>
            </w:r>
            <w:r w:rsidRPr="00D8707F">
              <w:rPr>
                <w:rStyle w:val="PlaceholderText"/>
                <w:sz w:val="22"/>
              </w:rPr>
              <w:fldChar w:fldCharType="end"/>
            </w:r>
            <w:bookmarkEnd w:id="6"/>
          </w:p>
        </w:tc>
        <w:tc>
          <w:tcPr>
            <w:tcW w:w="2436" w:type="dxa"/>
          </w:tcPr>
          <w:p w:rsidR="000D5E5E" w:rsidRPr="00D8707F" w:rsidRDefault="00AC4021" w:rsidP="004A065B">
            <w:pPr>
              <w:rPr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7" w:name="Text6"/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4A065B" w:rsidRPr="004A065B">
              <w:rPr>
                <w:rStyle w:val="PlaceholderText"/>
                <w:noProof/>
                <w:sz w:val="22"/>
              </w:rPr>
              <w:t>A-SSE.1. Interpret expressions that represent a quantity in terms of its context.</w:t>
            </w:r>
            <w:r w:rsidRPr="00D8707F">
              <w:rPr>
                <w:rStyle w:val="PlaceholderText"/>
                <w:sz w:val="22"/>
              </w:rPr>
              <w:fldChar w:fldCharType="end"/>
            </w:r>
            <w:bookmarkEnd w:id="7"/>
          </w:p>
        </w:tc>
        <w:bookmarkStart w:id="8" w:name="Text11"/>
        <w:tc>
          <w:tcPr>
            <w:tcW w:w="2436" w:type="dxa"/>
          </w:tcPr>
          <w:p w:rsidR="004A065B" w:rsidRPr="004A065B" w:rsidRDefault="00AC4021" w:rsidP="004A065B">
            <w:pPr>
              <w:rPr>
                <w:rStyle w:val="PlaceholderText"/>
                <w:noProof/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4A065B" w:rsidRPr="004A065B">
              <w:rPr>
                <w:rStyle w:val="PlaceholderText"/>
                <w:noProof/>
                <w:sz w:val="22"/>
              </w:rPr>
              <w:t>•</w:t>
            </w:r>
            <w:r w:rsidR="004A065B" w:rsidRPr="004A065B">
              <w:rPr>
                <w:rStyle w:val="PlaceholderText"/>
                <w:noProof/>
                <w:sz w:val="22"/>
              </w:rPr>
              <w:tab/>
              <w:t>N-Q.1. Use units as a way to understand problems and to guide the solution of multi-step problems; choose and interpret units consistently in formulas; choose and interpret the scale and the origin in graphs and data displays.</w:t>
            </w:r>
          </w:p>
          <w:p w:rsidR="000D5E5E" w:rsidRPr="00D8707F" w:rsidRDefault="004A065B" w:rsidP="004A065B">
            <w:pPr>
              <w:rPr>
                <w:sz w:val="22"/>
              </w:rPr>
            </w:pPr>
            <w:r w:rsidRPr="004A065B">
              <w:rPr>
                <w:rStyle w:val="PlaceholderText"/>
                <w:noProof/>
                <w:sz w:val="22"/>
              </w:rPr>
              <w:t>•</w:t>
            </w:r>
            <w:r w:rsidRPr="004A065B">
              <w:rPr>
                <w:rStyle w:val="PlaceholderText"/>
                <w:noProof/>
                <w:sz w:val="22"/>
              </w:rPr>
              <w:tab/>
              <w:t>N-Q.2. Define appropriate quantities for the purpose of descriptive modeling.</w:t>
            </w:r>
            <w:r w:rsidR="00AC4021" w:rsidRPr="00D8707F">
              <w:rPr>
                <w:rStyle w:val="PlaceholderText"/>
                <w:sz w:val="22"/>
              </w:rPr>
              <w:fldChar w:fldCharType="end"/>
            </w:r>
            <w:bookmarkEnd w:id="8"/>
          </w:p>
        </w:tc>
        <w:tc>
          <w:tcPr>
            <w:tcW w:w="2436" w:type="dxa"/>
          </w:tcPr>
          <w:p w:rsidR="000D5E5E" w:rsidRPr="00D8707F" w:rsidRDefault="00AC4021" w:rsidP="004A065B">
            <w:pPr>
              <w:rPr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9" w:name="Text16"/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4A065B" w:rsidRPr="004A065B">
              <w:rPr>
                <w:rStyle w:val="PlaceholderText"/>
                <w:noProof/>
                <w:sz w:val="22"/>
              </w:rPr>
              <w:t>A-CED.2. Create equations in two or more variables to represent relationships between quantities; graph equations on coordinate axes with labels and scales.</w:t>
            </w:r>
            <w:r w:rsidRPr="00D8707F">
              <w:rPr>
                <w:rStyle w:val="PlaceholderText"/>
                <w:sz w:val="22"/>
              </w:rPr>
              <w:fldChar w:fldCharType="end"/>
            </w:r>
            <w:bookmarkEnd w:id="9"/>
          </w:p>
        </w:tc>
        <w:bookmarkStart w:id="10" w:name="Text21"/>
        <w:tc>
          <w:tcPr>
            <w:tcW w:w="2436" w:type="dxa"/>
          </w:tcPr>
          <w:p w:rsidR="000D5E5E" w:rsidRPr="00D8707F" w:rsidRDefault="00AC4021" w:rsidP="004A065B">
            <w:pPr>
              <w:rPr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4A065B" w:rsidRPr="004A065B">
              <w:rPr>
                <w:rStyle w:val="PlaceholderText"/>
                <w:sz w:val="22"/>
              </w:rPr>
              <w:t xml:space="preserve">A-CED.1. Create equations and inequalities in one variable and use them to solve problems. Include equations arising from linear and quadratic functions, and simple rational and exponential functions. 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Pr="00D8707F">
              <w:rPr>
                <w:rStyle w:val="PlaceholderText"/>
                <w:sz w:val="22"/>
              </w:rPr>
              <w:fldChar w:fldCharType="end"/>
            </w:r>
            <w:bookmarkEnd w:id="10"/>
          </w:p>
        </w:tc>
      </w:tr>
      <w:tr w:rsidR="00E14634" w:rsidRPr="00AC3EA9" w:rsidTr="00953A35">
        <w:trPr>
          <w:cantSplit/>
          <w:trHeight w:val="1934"/>
        </w:trPr>
        <w:tc>
          <w:tcPr>
            <w:tcW w:w="2436" w:type="dxa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  <w:highlight w:val="green"/>
              </w:rPr>
              <w:t>Essential Question</w:t>
            </w:r>
          </w:p>
          <w:p w:rsidR="000D5E5E" w:rsidRPr="00953A35" w:rsidRDefault="000D5E5E">
            <w:pPr>
              <w:rPr>
                <w:i/>
                <w:sz w:val="16"/>
                <w:szCs w:val="16"/>
              </w:rPr>
            </w:pPr>
            <w:r w:rsidRPr="00953A35">
              <w:rPr>
                <w:i/>
                <w:sz w:val="16"/>
                <w:szCs w:val="16"/>
              </w:rPr>
              <w:t>Wiggins and McTighe define essential questions as “questions that are not answerable with finality in a brief sentence… Their aim is to stimulate thought, to provoke inquiry, and to spark more questions — including thoughtful student questions — not just pat answers” (106)</w:t>
            </w:r>
          </w:p>
        </w:tc>
        <w:bookmarkStart w:id="11" w:name="Text2"/>
        <w:tc>
          <w:tcPr>
            <w:tcW w:w="2436" w:type="dxa"/>
          </w:tcPr>
          <w:p w:rsidR="00E14634" w:rsidRPr="00AC3EA9" w:rsidRDefault="00AC4021" w:rsidP="008230BC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8230BC">
              <w:rPr>
                <w:rStyle w:val="PlaceholderText"/>
              </w:rPr>
              <w:t>What is a variable and how do we use them to write algebraic expressions?</w:t>
            </w:r>
            <w:r>
              <w:rPr>
                <w:rStyle w:val="PlaceholderText"/>
              </w:rPr>
              <w:fldChar w:fldCharType="end"/>
            </w:r>
            <w:bookmarkEnd w:id="11"/>
          </w:p>
        </w:tc>
        <w:bookmarkStart w:id="12" w:name="Text7"/>
        <w:tc>
          <w:tcPr>
            <w:tcW w:w="2436" w:type="dxa"/>
          </w:tcPr>
          <w:p w:rsidR="00E14634" w:rsidRPr="00AC3EA9" w:rsidRDefault="00AC4021" w:rsidP="000A4887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0A4887">
              <w:rPr>
                <w:rStyle w:val="PlaceholderText"/>
              </w:rPr>
              <w:t xml:space="preserve">How do you use variables to help solve word </w:t>
            </w:r>
            <w:proofErr w:type="gramStart"/>
            <w:r w:rsidR="000A4887">
              <w:rPr>
                <w:rStyle w:val="PlaceholderText"/>
              </w:rPr>
              <w:t>problems ?</w:t>
            </w:r>
            <w:proofErr w:type="gramEnd"/>
            <w:r>
              <w:rPr>
                <w:rStyle w:val="PlaceholderText"/>
              </w:rPr>
              <w:fldChar w:fldCharType="end"/>
            </w:r>
            <w:bookmarkEnd w:id="12"/>
          </w:p>
        </w:tc>
        <w:bookmarkStart w:id="13" w:name="Text12"/>
        <w:tc>
          <w:tcPr>
            <w:tcW w:w="2436" w:type="dxa"/>
          </w:tcPr>
          <w:p w:rsidR="00E14634" w:rsidRPr="00AC3EA9" w:rsidRDefault="00AC4021" w:rsidP="00F155C8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F155C8">
              <w:rPr>
                <w:rStyle w:val="PlaceholderText"/>
                <w:noProof/>
              </w:rPr>
              <w:t>How do you create the line of best fit?</w:t>
            </w:r>
            <w:r>
              <w:rPr>
                <w:rStyle w:val="PlaceholderText"/>
              </w:rPr>
              <w:fldChar w:fldCharType="end"/>
            </w:r>
            <w:bookmarkEnd w:id="13"/>
          </w:p>
        </w:tc>
        <w:bookmarkStart w:id="14" w:name="Text17"/>
        <w:tc>
          <w:tcPr>
            <w:tcW w:w="2436" w:type="dxa"/>
          </w:tcPr>
          <w:p w:rsidR="00E14634" w:rsidRPr="00AC3EA9" w:rsidRDefault="00AC4021" w:rsidP="00F155C8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F155C8">
              <w:rPr>
                <w:rStyle w:val="PlaceholderText"/>
                <w:noProof/>
              </w:rPr>
              <w:t>How do the Distance Formula and Pythagorean Theorem compare?</w:t>
            </w:r>
            <w:r>
              <w:rPr>
                <w:rStyle w:val="PlaceholderText"/>
              </w:rPr>
              <w:fldChar w:fldCharType="end"/>
            </w:r>
            <w:bookmarkEnd w:id="14"/>
          </w:p>
        </w:tc>
        <w:bookmarkStart w:id="15" w:name="Text22"/>
        <w:tc>
          <w:tcPr>
            <w:tcW w:w="2436" w:type="dxa"/>
          </w:tcPr>
          <w:p w:rsidR="00E14634" w:rsidRPr="00AC3EA9" w:rsidRDefault="00AC4021" w:rsidP="00F155C8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F155C8">
              <w:rPr>
                <w:rStyle w:val="PlaceholderText"/>
              </w:rPr>
              <w:t xml:space="preserve">How do you calculate the distance </w:t>
            </w:r>
            <w:proofErr w:type="spellStart"/>
            <w:r w:rsidR="00F155C8">
              <w:rPr>
                <w:rStyle w:val="PlaceholderText"/>
              </w:rPr>
              <w:t>beween</w:t>
            </w:r>
            <w:proofErr w:type="spellEnd"/>
            <w:r w:rsidR="00F155C8">
              <w:rPr>
                <w:rStyle w:val="PlaceholderText"/>
              </w:rPr>
              <w:t xml:space="preserve"> two points?</w:t>
            </w:r>
            <w:r>
              <w:rPr>
                <w:rStyle w:val="PlaceholderText"/>
              </w:rPr>
              <w:fldChar w:fldCharType="end"/>
            </w:r>
            <w:bookmarkEnd w:id="15"/>
          </w:p>
        </w:tc>
      </w:tr>
      <w:tr w:rsidR="00E14634" w:rsidRPr="00AC3EA9" w:rsidTr="00AC3EA9">
        <w:trPr>
          <w:cantSplit/>
        </w:trPr>
        <w:tc>
          <w:tcPr>
            <w:tcW w:w="2436" w:type="dxa"/>
          </w:tcPr>
          <w:p w:rsidR="00E14634" w:rsidRPr="00AC3EA9" w:rsidRDefault="00953A35">
            <w:pPr>
              <w:rPr>
                <w:b/>
                <w:sz w:val="22"/>
                <w:highlight w:val="cyan"/>
              </w:rPr>
            </w:pPr>
            <w:r>
              <w:rPr>
                <w:b/>
                <w:sz w:val="22"/>
                <w:highlight w:val="cyan"/>
              </w:rPr>
              <w:t>Opening</w:t>
            </w:r>
          </w:p>
          <w:p w:rsidR="000D5E5E" w:rsidRPr="00953A35" w:rsidRDefault="000D5E5E" w:rsidP="000D5E5E">
            <w:pPr>
              <w:rPr>
                <w:i/>
                <w:sz w:val="16"/>
                <w:szCs w:val="16"/>
                <w:highlight w:val="green"/>
              </w:rPr>
            </w:pPr>
            <w:r w:rsidRPr="00953A35">
              <w:rPr>
                <w:i/>
                <w:sz w:val="16"/>
                <w:szCs w:val="16"/>
              </w:rPr>
              <w:t xml:space="preserve">The </w:t>
            </w:r>
            <w:r w:rsidR="00953A35">
              <w:rPr>
                <w:i/>
                <w:sz w:val="16"/>
                <w:szCs w:val="16"/>
              </w:rPr>
              <w:t xml:space="preserve">opening </w:t>
            </w:r>
            <w:r w:rsidRPr="00953A35">
              <w:rPr>
                <w:i/>
                <w:sz w:val="16"/>
                <w:szCs w:val="16"/>
              </w:rPr>
              <w:t>is the “hook ‘n link” component of the lesson. It should provide a “hook” to motivate and a “link” to prior knowledge for students. This activating strategy must support the skill being taught in the lesson. It should align with both the essential question and the comprehension skill.</w:t>
            </w:r>
          </w:p>
        </w:tc>
        <w:tc>
          <w:tcPr>
            <w:tcW w:w="2436" w:type="dxa"/>
          </w:tcPr>
          <w:p w:rsidR="00E14634" w:rsidRPr="00AC3EA9" w:rsidRDefault="00AC4021" w:rsidP="008230BC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6" w:name="Text3"/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8230BC">
              <w:rPr>
                <w:rStyle w:val="PlaceholderText"/>
                <w:noProof/>
              </w:rPr>
              <w:t>Make a number line and put x on it.  Discuss opposite of x and absolute value of x.</w:t>
            </w:r>
            <w:r>
              <w:rPr>
                <w:rStyle w:val="PlaceholderText"/>
              </w:rPr>
              <w:fldChar w:fldCharType="end"/>
            </w:r>
            <w:bookmarkEnd w:id="16"/>
          </w:p>
        </w:tc>
        <w:tc>
          <w:tcPr>
            <w:tcW w:w="2436" w:type="dxa"/>
          </w:tcPr>
          <w:p w:rsidR="00E14634" w:rsidRPr="00AC3EA9" w:rsidRDefault="00AC4021" w:rsidP="000A4887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7" w:name="Text8"/>
            <w:r w:rsidR="00953A35"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 w:rsidR="000A4887" w:rsidRPr="000A4887">
              <w:rPr>
                <w:noProof/>
                <w:sz w:val="22"/>
              </w:rPr>
              <w:t>Choose your group based on what you like.</w:t>
            </w:r>
            <w:r>
              <w:rPr>
                <w:sz w:val="22"/>
              </w:rPr>
              <w:fldChar w:fldCharType="end"/>
            </w:r>
            <w:bookmarkEnd w:id="17"/>
          </w:p>
        </w:tc>
        <w:bookmarkStart w:id="18" w:name="Text13"/>
        <w:tc>
          <w:tcPr>
            <w:tcW w:w="2436" w:type="dxa"/>
          </w:tcPr>
          <w:p w:rsidR="00E14634" w:rsidRPr="00AC3EA9" w:rsidRDefault="00AC4021" w:rsidP="00F155C8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F155C8">
              <w:rPr>
                <w:rStyle w:val="PlaceholderText"/>
                <w:noProof/>
              </w:rPr>
              <w:t>Equation of a line-Graphic Organizer</w:t>
            </w:r>
            <w:r>
              <w:rPr>
                <w:rStyle w:val="PlaceholderText"/>
              </w:rPr>
              <w:fldChar w:fldCharType="end"/>
            </w:r>
            <w:bookmarkEnd w:id="18"/>
          </w:p>
        </w:tc>
        <w:bookmarkStart w:id="19" w:name="Text18"/>
        <w:tc>
          <w:tcPr>
            <w:tcW w:w="2436" w:type="dxa"/>
          </w:tcPr>
          <w:p w:rsidR="00E14634" w:rsidRPr="00AC3EA9" w:rsidRDefault="00AC4021" w:rsidP="00F155C8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F155C8">
              <w:rPr>
                <w:rStyle w:val="PlaceholderText"/>
                <w:noProof/>
              </w:rPr>
              <w:t>Create a thinking map to compare the Pythag and Distance Formulas</w:t>
            </w:r>
            <w:r>
              <w:rPr>
                <w:rStyle w:val="PlaceholderText"/>
              </w:rPr>
              <w:fldChar w:fldCharType="end"/>
            </w:r>
            <w:bookmarkEnd w:id="19"/>
          </w:p>
        </w:tc>
        <w:bookmarkStart w:id="20" w:name="Text23"/>
        <w:tc>
          <w:tcPr>
            <w:tcW w:w="2436" w:type="dxa"/>
          </w:tcPr>
          <w:p w:rsidR="00E14634" w:rsidRPr="00AC3EA9" w:rsidRDefault="00AC4021" w:rsidP="00F155C8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F155C8">
              <w:rPr>
                <w:rStyle w:val="PlaceholderText"/>
                <w:noProof/>
              </w:rPr>
              <w:t>Put students is random groups using cards.</w:t>
            </w:r>
            <w:r>
              <w:rPr>
                <w:rStyle w:val="PlaceholderText"/>
              </w:rPr>
              <w:fldChar w:fldCharType="end"/>
            </w:r>
            <w:bookmarkEnd w:id="20"/>
          </w:p>
        </w:tc>
      </w:tr>
      <w:tr w:rsidR="00E14634" w:rsidRPr="00AC3EA9" w:rsidTr="00AC3EA9">
        <w:trPr>
          <w:cantSplit/>
        </w:trPr>
        <w:tc>
          <w:tcPr>
            <w:tcW w:w="2436" w:type="dxa"/>
          </w:tcPr>
          <w:p w:rsidR="00E14634" w:rsidRPr="00AC3EA9" w:rsidRDefault="00953A35">
            <w:pPr>
              <w:rPr>
                <w:b/>
                <w:sz w:val="22"/>
                <w:highlight w:val="magenta"/>
              </w:rPr>
            </w:pPr>
            <w:r>
              <w:rPr>
                <w:b/>
                <w:sz w:val="22"/>
                <w:highlight w:val="magenta"/>
              </w:rPr>
              <w:lastRenderedPageBreak/>
              <w:t>Work Session</w:t>
            </w:r>
          </w:p>
          <w:p w:rsidR="000D5E5E" w:rsidRPr="00953A35" w:rsidRDefault="000D5E5E">
            <w:pPr>
              <w:rPr>
                <w:i/>
                <w:sz w:val="16"/>
                <w:szCs w:val="16"/>
                <w:highlight w:val="magenta"/>
              </w:rPr>
            </w:pPr>
            <w:r w:rsidRPr="00953A35">
              <w:rPr>
                <w:i/>
                <w:sz w:val="16"/>
                <w:szCs w:val="16"/>
              </w:rPr>
              <w:t xml:space="preserve">Examples could include guided lecture, demonstration lecture, collaborative pairs, graphic organizers, </w:t>
            </w:r>
            <w:r w:rsidR="0025060A" w:rsidRPr="00953A35">
              <w:rPr>
                <w:i/>
                <w:sz w:val="16"/>
                <w:szCs w:val="16"/>
              </w:rPr>
              <w:t xml:space="preserve">games, writing </w:t>
            </w:r>
            <w:r w:rsidRPr="00953A35">
              <w:rPr>
                <w:i/>
                <w:sz w:val="16"/>
                <w:szCs w:val="16"/>
              </w:rPr>
              <w:t>etc.</w:t>
            </w:r>
          </w:p>
        </w:tc>
        <w:bookmarkStart w:id="21" w:name="Text4"/>
        <w:tc>
          <w:tcPr>
            <w:tcW w:w="2436" w:type="dxa"/>
          </w:tcPr>
          <w:p w:rsidR="00E14634" w:rsidRPr="00AC3EA9" w:rsidRDefault="00AC4021" w:rsidP="00C97FF6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8230BC">
              <w:rPr>
                <w:rStyle w:val="PlaceholderText"/>
                <w:noProof/>
              </w:rPr>
              <w:t>Word phrases to expressions</w:t>
            </w:r>
            <w:r w:rsidR="00C97FF6">
              <w:rPr>
                <w:rStyle w:val="PlaceholderText"/>
                <w:noProof/>
              </w:rPr>
              <w:t xml:space="preserve"> Use 1.3,circles, flowers.  Copy to paint and color using paint.  </w:t>
            </w:r>
            <w:r>
              <w:rPr>
                <w:rStyle w:val="PlaceholderText"/>
              </w:rPr>
              <w:fldChar w:fldCharType="end"/>
            </w:r>
            <w:bookmarkEnd w:id="21"/>
          </w:p>
        </w:tc>
        <w:bookmarkStart w:id="22" w:name="Text9"/>
        <w:tc>
          <w:tcPr>
            <w:tcW w:w="2436" w:type="dxa"/>
          </w:tcPr>
          <w:p w:rsidR="000A4887" w:rsidRPr="000A4887" w:rsidRDefault="00AC4021" w:rsidP="000A4887">
            <w:pPr>
              <w:rPr>
                <w:rStyle w:val="PlaceholderText"/>
                <w:noProof/>
              </w:rPr>
            </w:pPr>
            <w:r>
              <w:rPr>
                <w:rStyle w:val="PlaceholderText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0A4887" w:rsidRPr="000A4887">
              <w:rPr>
                <w:rStyle w:val="PlaceholderText"/>
                <w:noProof/>
              </w:rPr>
              <w:t>Differentiated by choice</w:t>
            </w:r>
          </w:p>
          <w:p w:rsidR="000A4887" w:rsidRPr="000A4887" w:rsidRDefault="000A4887" w:rsidP="000A4887">
            <w:pPr>
              <w:rPr>
                <w:rStyle w:val="PlaceholderText"/>
                <w:noProof/>
              </w:rPr>
            </w:pPr>
            <w:r w:rsidRPr="000A4887">
              <w:rPr>
                <w:rStyle w:val="PlaceholderText"/>
                <w:noProof/>
              </w:rPr>
              <w:t>Calorie Burn Assigned Problems</w:t>
            </w:r>
          </w:p>
          <w:p w:rsidR="00E14634" w:rsidRPr="00AC3EA9" w:rsidRDefault="000A4887" w:rsidP="000A4887">
            <w:pPr>
              <w:rPr>
                <w:sz w:val="22"/>
              </w:rPr>
            </w:pPr>
            <w:r w:rsidRPr="000A4887">
              <w:rPr>
                <w:rStyle w:val="PlaceholderText"/>
                <w:noProof/>
              </w:rPr>
              <w:t>Create a Glogster to use to present your work to the class.</w:t>
            </w:r>
            <w:r w:rsidR="00AC4021">
              <w:rPr>
                <w:rStyle w:val="PlaceholderText"/>
              </w:rPr>
              <w:fldChar w:fldCharType="end"/>
            </w:r>
            <w:bookmarkEnd w:id="22"/>
          </w:p>
        </w:tc>
        <w:bookmarkStart w:id="23" w:name="Text14"/>
        <w:tc>
          <w:tcPr>
            <w:tcW w:w="2436" w:type="dxa"/>
          </w:tcPr>
          <w:p w:rsidR="00F155C8" w:rsidRDefault="00AC4021" w:rsidP="00F155C8">
            <w:pPr>
              <w:rPr>
                <w:rStyle w:val="PlaceholderText"/>
                <w:noProof/>
              </w:rPr>
            </w:pPr>
            <w:r>
              <w:rPr>
                <w:rStyle w:val="PlaceholderText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F155C8">
              <w:rPr>
                <w:rStyle w:val="PlaceholderText"/>
                <w:noProof/>
              </w:rPr>
              <w:t>Stay in yesterday's groups State task Acting Out</w:t>
            </w:r>
          </w:p>
          <w:p w:rsidR="00E14634" w:rsidRPr="00AC3EA9" w:rsidRDefault="00F155C8" w:rsidP="00F155C8">
            <w:pPr>
              <w:rPr>
                <w:sz w:val="22"/>
              </w:rPr>
            </w:pPr>
            <w:r>
              <w:rPr>
                <w:rStyle w:val="PlaceholderText"/>
                <w:noProof/>
              </w:rPr>
              <w:t>Grid Paper and Colored pencils</w:t>
            </w:r>
            <w:r w:rsidR="00AC4021">
              <w:rPr>
                <w:rStyle w:val="PlaceholderText"/>
              </w:rPr>
              <w:fldChar w:fldCharType="end"/>
            </w:r>
            <w:bookmarkEnd w:id="23"/>
          </w:p>
        </w:tc>
        <w:bookmarkStart w:id="24" w:name="Text19"/>
        <w:tc>
          <w:tcPr>
            <w:tcW w:w="2436" w:type="dxa"/>
          </w:tcPr>
          <w:p w:rsidR="00E14634" w:rsidRPr="00AC3EA9" w:rsidRDefault="00AC4021" w:rsidP="00F155C8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F155C8">
              <w:rPr>
                <w:rStyle w:val="PlaceholderText"/>
                <w:noProof/>
              </w:rPr>
              <w:t>Practice Sheet 50</w:t>
            </w:r>
            <w:r>
              <w:rPr>
                <w:rStyle w:val="PlaceholderText"/>
              </w:rPr>
              <w:fldChar w:fldCharType="end"/>
            </w:r>
            <w:bookmarkEnd w:id="24"/>
          </w:p>
        </w:tc>
        <w:bookmarkStart w:id="25" w:name="Text24"/>
        <w:tc>
          <w:tcPr>
            <w:tcW w:w="2436" w:type="dxa"/>
          </w:tcPr>
          <w:p w:rsidR="00E14634" w:rsidRPr="00AC3EA9" w:rsidRDefault="00AC4021" w:rsidP="00F155C8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F155C8">
              <w:rPr>
                <w:rStyle w:val="PlaceholderText"/>
              </w:rPr>
              <w:t>Differentiated Activity: Discovering Distance</w:t>
            </w:r>
            <w:r>
              <w:rPr>
                <w:rStyle w:val="PlaceholderText"/>
              </w:rPr>
              <w:fldChar w:fldCharType="end"/>
            </w:r>
            <w:bookmarkEnd w:id="25"/>
          </w:p>
        </w:tc>
      </w:tr>
      <w:tr w:rsidR="00E14634" w:rsidRPr="00AC3EA9" w:rsidTr="00AC3EA9">
        <w:trPr>
          <w:cantSplit/>
        </w:trPr>
        <w:tc>
          <w:tcPr>
            <w:tcW w:w="2436" w:type="dxa"/>
          </w:tcPr>
          <w:p w:rsidR="00E14634" w:rsidRPr="00AC3EA9" w:rsidRDefault="00953A35">
            <w:pPr>
              <w:rPr>
                <w:b/>
                <w:sz w:val="22"/>
                <w:highlight w:val="lightGray"/>
              </w:rPr>
            </w:pPr>
            <w:r>
              <w:rPr>
                <w:b/>
                <w:sz w:val="22"/>
                <w:highlight w:val="lightGray"/>
              </w:rPr>
              <w:t>Closing</w:t>
            </w:r>
          </w:p>
          <w:p w:rsidR="0025060A" w:rsidRPr="00953A35" w:rsidRDefault="0025060A">
            <w:pPr>
              <w:rPr>
                <w:i/>
                <w:sz w:val="16"/>
                <w:szCs w:val="16"/>
                <w:highlight w:val="magenta"/>
              </w:rPr>
            </w:pPr>
            <w:r w:rsidRPr="00953A35">
              <w:rPr>
                <w:i/>
                <w:sz w:val="16"/>
                <w:szCs w:val="16"/>
              </w:rPr>
              <w:t>3-2-1, jigsaw, ticket out the door, cheat notes, retelling, journaling, etc.</w:t>
            </w:r>
          </w:p>
        </w:tc>
        <w:bookmarkStart w:id="26" w:name="Text5"/>
        <w:tc>
          <w:tcPr>
            <w:tcW w:w="2436" w:type="dxa"/>
          </w:tcPr>
          <w:p w:rsidR="00E14634" w:rsidRPr="00AC3EA9" w:rsidRDefault="00AC4021" w:rsidP="00C97FF6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C97FF6">
              <w:rPr>
                <w:rStyle w:val="PlaceholderText"/>
                <w:noProof/>
              </w:rPr>
              <w:t>Student/Teacher Questions</w:t>
            </w:r>
            <w:r>
              <w:rPr>
                <w:rStyle w:val="PlaceholderText"/>
              </w:rPr>
              <w:fldChar w:fldCharType="end"/>
            </w:r>
            <w:bookmarkEnd w:id="26"/>
          </w:p>
        </w:tc>
        <w:bookmarkStart w:id="27" w:name="Text10"/>
        <w:tc>
          <w:tcPr>
            <w:tcW w:w="2436" w:type="dxa"/>
          </w:tcPr>
          <w:p w:rsidR="00E14634" w:rsidRPr="00AC3EA9" w:rsidRDefault="00AC4021" w:rsidP="000A4887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0A4887">
              <w:rPr>
                <w:rStyle w:val="PlaceholderText"/>
                <w:noProof/>
              </w:rPr>
              <w:t>Group Presentations</w:t>
            </w:r>
            <w:r>
              <w:rPr>
                <w:rStyle w:val="PlaceholderText"/>
              </w:rPr>
              <w:fldChar w:fldCharType="end"/>
            </w:r>
            <w:bookmarkEnd w:id="27"/>
          </w:p>
        </w:tc>
        <w:bookmarkStart w:id="28" w:name="Text15"/>
        <w:tc>
          <w:tcPr>
            <w:tcW w:w="2436" w:type="dxa"/>
          </w:tcPr>
          <w:p w:rsidR="00E14634" w:rsidRPr="00AC3EA9" w:rsidRDefault="00AC4021" w:rsidP="00F155C8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F155C8">
              <w:rPr>
                <w:rStyle w:val="PlaceholderText"/>
                <w:noProof/>
              </w:rPr>
              <w:t>Group Presentations Take pic of visual</w:t>
            </w:r>
            <w:r>
              <w:rPr>
                <w:rStyle w:val="PlaceholderText"/>
              </w:rPr>
              <w:fldChar w:fldCharType="end"/>
            </w:r>
            <w:bookmarkEnd w:id="28"/>
          </w:p>
        </w:tc>
        <w:bookmarkStart w:id="29" w:name="Text20"/>
        <w:tc>
          <w:tcPr>
            <w:tcW w:w="2436" w:type="dxa"/>
          </w:tcPr>
          <w:p w:rsidR="00E14634" w:rsidRPr="00AC3EA9" w:rsidRDefault="00AC4021" w:rsidP="00F155C8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F155C8">
              <w:rPr>
                <w:rStyle w:val="PlaceholderText"/>
                <w:noProof/>
              </w:rPr>
              <w:t>Revise thinking map</w:t>
            </w:r>
            <w:r>
              <w:rPr>
                <w:rStyle w:val="PlaceholderText"/>
              </w:rPr>
              <w:fldChar w:fldCharType="end"/>
            </w:r>
            <w:bookmarkEnd w:id="29"/>
          </w:p>
        </w:tc>
        <w:bookmarkStart w:id="30" w:name="Text25"/>
        <w:tc>
          <w:tcPr>
            <w:tcW w:w="2436" w:type="dxa"/>
          </w:tcPr>
          <w:p w:rsidR="00E14634" w:rsidRPr="00AC3EA9" w:rsidRDefault="00AC4021" w:rsidP="00F155C8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F155C8">
              <w:rPr>
                <w:rStyle w:val="PlaceholderText"/>
                <w:noProof/>
              </w:rPr>
              <w:t>Show hw project due in three days.</w:t>
            </w:r>
            <w:r>
              <w:rPr>
                <w:rStyle w:val="PlaceholderText"/>
              </w:rPr>
              <w:fldChar w:fldCharType="end"/>
            </w:r>
            <w:bookmarkEnd w:id="30"/>
          </w:p>
        </w:tc>
      </w:tr>
      <w:tr w:rsidR="00424BE8" w:rsidRPr="00AC3EA9" w:rsidTr="00AC3EA9">
        <w:trPr>
          <w:cantSplit/>
        </w:trPr>
        <w:tc>
          <w:tcPr>
            <w:tcW w:w="2436" w:type="dxa"/>
          </w:tcPr>
          <w:p w:rsidR="00424BE8" w:rsidRPr="00AC3EA9" w:rsidRDefault="00424BE8">
            <w:pPr>
              <w:rPr>
                <w:b/>
                <w:sz w:val="22"/>
                <w:highlight w:val="red"/>
              </w:rPr>
            </w:pPr>
            <w:r w:rsidRPr="00AC3EA9">
              <w:rPr>
                <w:b/>
                <w:sz w:val="22"/>
                <w:highlight w:val="red"/>
              </w:rPr>
              <w:t>TIERED LESSON</w:t>
            </w:r>
          </w:p>
          <w:p w:rsidR="00424BE8" w:rsidRPr="00AC3EA9" w:rsidRDefault="00424BE8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This lesson is differentiated in (check):</w:t>
            </w:r>
          </w:p>
          <w:p w:rsidR="00424BE8" w:rsidRPr="00AC3EA9" w:rsidRDefault="00424BE8">
            <w:pPr>
              <w:rPr>
                <w:b/>
                <w:sz w:val="22"/>
              </w:rPr>
            </w:pPr>
          </w:p>
          <w:p w:rsidR="00424BE8" w:rsidRPr="00AC3EA9" w:rsidRDefault="00424BE8" w:rsidP="0025060A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According to (check:</w:t>
            </w:r>
          </w:p>
        </w:tc>
        <w:tc>
          <w:tcPr>
            <w:tcW w:w="2436" w:type="dxa"/>
          </w:tcPr>
          <w:p w:rsidR="00424BE8" w:rsidRPr="00AC3EA9" w:rsidRDefault="00AC4021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1" w:name="Check3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1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AC4021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2" w:name="Check4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2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AC4021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3" w:name="Check5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3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E14634">
            <w:pPr>
              <w:rPr>
                <w:sz w:val="22"/>
              </w:rPr>
            </w:pPr>
          </w:p>
          <w:p w:rsidR="00424BE8" w:rsidRPr="00AC3EA9" w:rsidRDefault="00AC4021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6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4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AC4021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7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5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AC4021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8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6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  <w:tc>
          <w:tcPr>
            <w:tcW w:w="2436" w:type="dxa"/>
          </w:tcPr>
          <w:p w:rsidR="00424BE8" w:rsidRPr="00AC3EA9" w:rsidRDefault="00AC402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 w:rsidR="00F155C8"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AC402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AC402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0530E0">
            <w:pPr>
              <w:rPr>
                <w:sz w:val="22"/>
              </w:rPr>
            </w:pPr>
          </w:p>
          <w:p w:rsidR="00424BE8" w:rsidRPr="00AC3EA9" w:rsidRDefault="00AC402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 w:rsidR="00F155C8"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AC402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AC402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  <w:tc>
          <w:tcPr>
            <w:tcW w:w="2436" w:type="dxa"/>
          </w:tcPr>
          <w:p w:rsidR="00424BE8" w:rsidRPr="00AC3EA9" w:rsidRDefault="00AC402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AC402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AC402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0530E0">
            <w:pPr>
              <w:rPr>
                <w:sz w:val="22"/>
              </w:rPr>
            </w:pPr>
          </w:p>
          <w:p w:rsidR="00424BE8" w:rsidRPr="00AC3EA9" w:rsidRDefault="00AC402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AC402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AC402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  <w:tc>
          <w:tcPr>
            <w:tcW w:w="2436" w:type="dxa"/>
          </w:tcPr>
          <w:p w:rsidR="00424BE8" w:rsidRPr="00AC3EA9" w:rsidRDefault="00AC402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AC402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AC402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0530E0">
            <w:pPr>
              <w:rPr>
                <w:sz w:val="22"/>
              </w:rPr>
            </w:pPr>
          </w:p>
          <w:p w:rsidR="00424BE8" w:rsidRPr="00AC3EA9" w:rsidRDefault="00AC402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AC402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AC402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  <w:tc>
          <w:tcPr>
            <w:tcW w:w="2436" w:type="dxa"/>
          </w:tcPr>
          <w:p w:rsidR="00424BE8" w:rsidRPr="00AC3EA9" w:rsidRDefault="00AC402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 w:rsidR="00F155C8"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AC402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AC402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0530E0">
            <w:pPr>
              <w:rPr>
                <w:sz w:val="22"/>
              </w:rPr>
            </w:pPr>
          </w:p>
          <w:p w:rsidR="00424BE8" w:rsidRPr="00AC3EA9" w:rsidRDefault="00AC402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AC402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 w:rsidR="00F155C8"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AC4021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</w:tr>
      <w:tr w:rsidR="0025060A" w:rsidRPr="00AC3EA9" w:rsidTr="00AC3EA9">
        <w:trPr>
          <w:cantSplit/>
        </w:trPr>
        <w:tc>
          <w:tcPr>
            <w:tcW w:w="2436" w:type="dxa"/>
          </w:tcPr>
          <w:p w:rsidR="0025060A" w:rsidRPr="00AC3EA9" w:rsidRDefault="0025060A" w:rsidP="00AC3EA9">
            <w:pPr>
              <w:ind w:left="180"/>
              <w:rPr>
                <w:b/>
                <w:sz w:val="22"/>
                <w:highlight w:val="red"/>
              </w:rPr>
            </w:pPr>
            <w:r w:rsidRPr="00AC3EA9">
              <w:rPr>
                <w:b/>
                <w:sz w:val="22"/>
                <w:highlight w:val="red"/>
              </w:rPr>
              <w:t>Tier 1</w:t>
            </w:r>
          </w:p>
        </w:tc>
        <w:bookmarkStart w:id="37" w:name="Text26"/>
        <w:tc>
          <w:tcPr>
            <w:tcW w:w="2436" w:type="dxa"/>
          </w:tcPr>
          <w:p w:rsidR="0025060A" w:rsidRPr="00090E51" w:rsidRDefault="00AC4021" w:rsidP="009B248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37"/>
          </w:p>
        </w:tc>
        <w:tc>
          <w:tcPr>
            <w:tcW w:w="2436" w:type="dxa"/>
          </w:tcPr>
          <w:p w:rsidR="0025060A" w:rsidRPr="00090E51" w:rsidRDefault="00AC4021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38" w:name="Text28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38"/>
          </w:p>
        </w:tc>
        <w:tc>
          <w:tcPr>
            <w:tcW w:w="2436" w:type="dxa"/>
          </w:tcPr>
          <w:p w:rsidR="0025060A" w:rsidRPr="00090E51" w:rsidRDefault="00AC4021" w:rsidP="00F155C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9" w:name="Text29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F155C8">
              <w:rPr>
                <w:rFonts w:eastAsia="MS Gothic"/>
                <w:noProof/>
                <w:sz w:val="22"/>
              </w:rPr>
              <w:t>EC-The Buckled RR Track</w:t>
            </w:r>
            <w:r>
              <w:rPr>
                <w:rFonts w:eastAsia="MS Gothic"/>
                <w:sz w:val="22"/>
              </w:rPr>
              <w:fldChar w:fldCharType="end"/>
            </w:r>
            <w:bookmarkEnd w:id="39"/>
          </w:p>
        </w:tc>
        <w:tc>
          <w:tcPr>
            <w:tcW w:w="2436" w:type="dxa"/>
          </w:tcPr>
          <w:p w:rsidR="0025060A" w:rsidRPr="00090E51" w:rsidRDefault="00AC4021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40" w:name="Text30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0"/>
          </w:p>
        </w:tc>
        <w:tc>
          <w:tcPr>
            <w:tcW w:w="2436" w:type="dxa"/>
          </w:tcPr>
          <w:p w:rsidR="0025060A" w:rsidRPr="00090E51" w:rsidRDefault="00AC4021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41" w:name="Text31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1"/>
          </w:p>
        </w:tc>
      </w:tr>
      <w:tr w:rsidR="0025060A" w:rsidRPr="00AC3EA9" w:rsidTr="00AC3EA9">
        <w:trPr>
          <w:cantSplit/>
        </w:trPr>
        <w:tc>
          <w:tcPr>
            <w:tcW w:w="2436" w:type="dxa"/>
          </w:tcPr>
          <w:p w:rsidR="0025060A" w:rsidRPr="00AC3EA9" w:rsidRDefault="0025060A" w:rsidP="00AC3EA9">
            <w:pPr>
              <w:ind w:left="180"/>
              <w:rPr>
                <w:b/>
                <w:sz w:val="22"/>
                <w:highlight w:val="red"/>
              </w:rPr>
            </w:pPr>
            <w:r w:rsidRPr="00AC3EA9">
              <w:rPr>
                <w:b/>
                <w:sz w:val="22"/>
                <w:highlight w:val="red"/>
              </w:rPr>
              <w:t>Tier 2</w:t>
            </w:r>
          </w:p>
        </w:tc>
        <w:bookmarkStart w:id="42" w:name="Text32"/>
        <w:tc>
          <w:tcPr>
            <w:tcW w:w="2436" w:type="dxa"/>
          </w:tcPr>
          <w:p w:rsidR="0025060A" w:rsidRPr="00090E51" w:rsidRDefault="00AC4021" w:rsidP="00953A35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42"/>
          </w:p>
        </w:tc>
        <w:tc>
          <w:tcPr>
            <w:tcW w:w="2436" w:type="dxa"/>
          </w:tcPr>
          <w:p w:rsidR="0025060A" w:rsidRPr="00090E51" w:rsidRDefault="00AC4021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43" w:name="Text33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3"/>
          </w:p>
        </w:tc>
        <w:tc>
          <w:tcPr>
            <w:tcW w:w="2436" w:type="dxa"/>
          </w:tcPr>
          <w:p w:rsidR="0025060A" w:rsidRPr="00090E51" w:rsidRDefault="00AC4021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44" w:name="Text34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4"/>
          </w:p>
        </w:tc>
        <w:tc>
          <w:tcPr>
            <w:tcW w:w="2436" w:type="dxa"/>
          </w:tcPr>
          <w:p w:rsidR="0025060A" w:rsidRPr="00090E51" w:rsidRDefault="00AC4021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45" w:name="Text35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5"/>
          </w:p>
        </w:tc>
        <w:tc>
          <w:tcPr>
            <w:tcW w:w="2436" w:type="dxa"/>
          </w:tcPr>
          <w:p w:rsidR="0025060A" w:rsidRPr="00090E51" w:rsidRDefault="00AC4021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46" w:name="Text36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6"/>
          </w:p>
        </w:tc>
      </w:tr>
      <w:tr w:rsidR="0025060A" w:rsidRPr="00AC3EA9" w:rsidTr="00090E51">
        <w:trPr>
          <w:cantSplit/>
          <w:trHeight w:val="503"/>
        </w:trPr>
        <w:tc>
          <w:tcPr>
            <w:tcW w:w="2436" w:type="dxa"/>
          </w:tcPr>
          <w:p w:rsidR="0025060A" w:rsidRPr="00AC3EA9" w:rsidRDefault="0025060A" w:rsidP="00AC3EA9">
            <w:pPr>
              <w:ind w:left="180"/>
              <w:rPr>
                <w:b/>
                <w:sz w:val="22"/>
                <w:highlight w:val="red"/>
              </w:rPr>
            </w:pPr>
            <w:r w:rsidRPr="00AC3EA9">
              <w:rPr>
                <w:b/>
                <w:sz w:val="22"/>
                <w:highlight w:val="red"/>
              </w:rPr>
              <w:t>Tier 3 (if applicable)</w:t>
            </w:r>
          </w:p>
        </w:tc>
        <w:tc>
          <w:tcPr>
            <w:tcW w:w="2436" w:type="dxa"/>
          </w:tcPr>
          <w:p w:rsidR="0025060A" w:rsidRPr="00090E51" w:rsidRDefault="00AC4021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47" w:name="Text37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7"/>
          </w:p>
        </w:tc>
        <w:tc>
          <w:tcPr>
            <w:tcW w:w="2436" w:type="dxa"/>
          </w:tcPr>
          <w:p w:rsidR="0025060A" w:rsidRPr="00090E51" w:rsidRDefault="00AC4021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48" w:name="Text38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8"/>
          </w:p>
        </w:tc>
        <w:tc>
          <w:tcPr>
            <w:tcW w:w="2436" w:type="dxa"/>
          </w:tcPr>
          <w:p w:rsidR="0025060A" w:rsidRPr="00090E51" w:rsidRDefault="00AC4021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49" w:name="Text39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9"/>
          </w:p>
        </w:tc>
        <w:tc>
          <w:tcPr>
            <w:tcW w:w="2436" w:type="dxa"/>
          </w:tcPr>
          <w:p w:rsidR="0025060A" w:rsidRPr="00090E51" w:rsidRDefault="00AC4021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50" w:name="Text40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0"/>
          </w:p>
        </w:tc>
        <w:tc>
          <w:tcPr>
            <w:tcW w:w="2436" w:type="dxa"/>
          </w:tcPr>
          <w:p w:rsidR="0025060A" w:rsidRPr="00090E51" w:rsidRDefault="00AC4021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51" w:name="Text41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1"/>
          </w:p>
        </w:tc>
      </w:tr>
      <w:tr w:rsidR="00C025B0" w:rsidRPr="00AC3EA9" w:rsidTr="00AC3EA9">
        <w:trPr>
          <w:cantSplit/>
        </w:trPr>
        <w:tc>
          <w:tcPr>
            <w:tcW w:w="2436" w:type="dxa"/>
          </w:tcPr>
          <w:p w:rsidR="00C025B0" w:rsidRPr="00AC3EA9" w:rsidRDefault="00C025B0">
            <w:pPr>
              <w:rPr>
                <w:b/>
                <w:sz w:val="22"/>
                <w:highlight w:val="lightGray"/>
              </w:rPr>
            </w:pPr>
            <w:r w:rsidRPr="00AC3EA9">
              <w:rPr>
                <w:b/>
                <w:sz w:val="22"/>
                <w:highlight w:val="lightGray"/>
              </w:rPr>
              <w:t>Assessment (formative)</w:t>
            </w:r>
          </w:p>
        </w:tc>
        <w:tc>
          <w:tcPr>
            <w:tcW w:w="2436" w:type="dxa"/>
          </w:tcPr>
          <w:p w:rsidR="00C025B0" w:rsidRPr="00090E51" w:rsidRDefault="00AC4021" w:rsidP="00F54B66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52" w:name="Text42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F54B66">
              <w:rPr>
                <w:rFonts w:eastAsia="MS Gothic"/>
                <w:noProof/>
                <w:sz w:val="22"/>
              </w:rPr>
              <w:t>check work</w:t>
            </w:r>
            <w:r>
              <w:rPr>
                <w:rFonts w:eastAsia="MS Gothic"/>
                <w:sz w:val="22"/>
              </w:rPr>
              <w:fldChar w:fldCharType="end"/>
            </w:r>
            <w:bookmarkEnd w:id="52"/>
          </w:p>
        </w:tc>
        <w:tc>
          <w:tcPr>
            <w:tcW w:w="2436" w:type="dxa"/>
          </w:tcPr>
          <w:p w:rsidR="00C025B0" w:rsidRPr="00090E51" w:rsidRDefault="00AC4021" w:rsidP="00F54B66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53" w:name="Text43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F54B66">
              <w:rPr>
                <w:rFonts w:eastAsia="MS Gothic"/>
                <w:noProof/>
                <w:sz w:val="22"/>
              </w:rPr>
              <w:t>group feedback</w:t>
            </w:r>
            <w:r>
              <w:rPr>
                <w:rFonts w:eastAsia="MS Gothic"/>
                <w:sz w:val="22"/>
              </w:rPr>
              <w:fldChar w:fldCharType="end"/>
            </w:r>
            <w:bookmarkEnd w:id="53"/>
          </w:p>
        </w:tc>
        <w:tc>
          <w:tcPr>
            <w:tcW w:w="2436" w:type="dxa"/>
          </w:tcPr>
          <w:p w:rsidR="00C025B0" w:rsidRPr="00090E51" w:rsidRDefault="00AC4021" w:rsidP="00F54B66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54" w:name="Text44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F54B66">
              <w:rPr>
                <w:rFonts w:eastAsia="MS Gothic"/>
                <w:noProof/>
                <w:sz w:val="22"/>
              </w:rPr>
              <w:t>group feedback</w:t>
            </w:r>
            <w:r>
              <w:rPr>
                <w:rFonts w:eastAsia="MS Gothic"/>
                <w:sz w:val="22"/>
              </w:rPr>
              <w:fldChar w:fldCharType="end"/>
            </w:r>
            <w:bookmarkEnd w:id="54"/>
          </w:p>
        </w:tc>
        <w:tc>
          <w:tcPr>
            <w:tcW w:w="2436" w:type="dxa"/>
          </w:tcPr>
          <w:p w:rsidR="00C025B0" w:rsidRPr="00090E51" w:rsidRDefault="00AC4021" w:rsidP="00F54B66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55" w:name="Text45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F54B66">
              <w:rPr>
                <w:rFonts w:eastAsia="MS Gothic"/>
                <w:noProof/>
                <w:sz w:val="22"/>
              </w:rPr>
              <w:t>graded work</w:t>
            </w:r>
            <w:r>
              <w:rPr>
                <w:rFonts w:eastAsia="MS Gothic"/>
                <w:sz w:val="22"/>
              </w:rPr>
              <w:fldChar w:fldCharType="end"/>
            </w:r>
            <w:bookmarkEnd w:id="55"/>
          </w:p>
        </w:tc>
        <w:tc>
          <w:tcPr>
            <w:tcW w:w="2436" w:type="dxa"/>
          </w:tcPr>
          <w:p w:rsidR="00C025B0" w:rsidRPr="00090E51" w:rsidRDefault="00AC4021" w:rsidP="00F54B66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56" w:name="Text46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F54B66">
              <w:rPr>
                <w:rFonts w:eastAsia="MS Gothic"/>
                <w:noProof/>
                <w:sz w:val="22"/>
              </w:rPr>
              <w:t>task checklist</w:t>
            </w:r>
            <w:r>
              <w:rPr>
                <w:rFonts w:eastAsia="MS Gothic"/>
                <w:sz w:val="22"/>
              </w:rPr>
              <w:fldChar w:fldCharType="end"/>
            </w:r>
            <w:bookmarkEnd w:id="56"/>
          </w:p>
        </w:tc>
      </w:tr>
      <w:tr w:rsidR="00C025B0" w:rsidRPr="00AC3EA9" w:rsidTr="00AC3EA9">
        <w:trPr>
          <w:cantSplit/>
        </w:trPr>
        <w:tc>
          <w:tcPr>
            <w:tcW w:w="2436" w:type="dxa"/>
          </w:tcPr>
          <w:p w:rsidR="00C025B0" w:rsidRPr="00AC3EA9" w:rsidRDefault="00C025B0">
            <w:pPr>
              <w:rPr>
                <w:b/>
                <w:sz w:val="22"/>
                <w:highlight w:val="lightGray"/>
              </w:rPr>
            </w:pPr>
            <w:r w:rsidRPr="00AC3EA9">
              <w:rPr>
                <w:b/>
                <w:sz w:val="22"/>
                <w:highlight w:val="lightGray"/>
              </w:rPr>
              <w:t>Assessment (summative, if applicable)</w:t>
            </w:r>
          </w:p>
        </w:tc>
        <w:tc>
          <w:tcPr>
            <w:tcW w:w="2436" w:type="dxa"/>
          </w:tcPr>
          <w:p w:rsidR="00C025B0" w:rsidRPr="00090E51" w:rsidRDefault="00AC4021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57" w:name="Text47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7"/>
          </w:p>
        </w:tc>
        <w:tc>
          <w:tcPr>
            <w:tcW w:w="2436" w:type="dxa"/>
          </w:tcPr>
          <w:p w:rsidR="00C025B0" w:rsidRPr="00090E51" w:rsidRDefault="00AC4021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58" w:name="Text48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8"/>
          </w:p>
        </w:tc>
        <w:tc>
          <w:tcPr>
            <w:tcW w:w="2436" w:type="dxa"/>
          </w:tcPr>
          <w:p w:rsidR="00C025B0" w:rsidRPr="00090E51" w:rsidRDefault="00AC4021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59" w:name="Text49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9"/>
          </w:p>
        </w:tc>
        <w:tc>
          <w:tcPr>
            <w:tcW w:w="2436" w:type="dxa"/>
          </w:tcPr>
          <w:p w:rsidR="00C025B0" w:rsidRPr="00090E51" w:rsidRDefault="00AC4021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60" w:name="Text50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60"/>
          </w:p>
        </w:tc>
        <w:tc>
          <w:tcPr>
            <w:tcW w:w="2436" w:type="dxa"/>
          </w:tcPr>
          <w:p w:rsidR="00C025B0" w:rsidRPr="00090E51" w:rsidRDefault="00AC4021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61" w:name="Text51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61"/>
          </w:p>
        </w:tc>
      </w:tr>
      <w:tr w:rsidR="00D8707F" w:rsidRPr="00AC3EA9" w:rsidTr="00AC3EA9">
        <w:trPr>
          <w:cantSplit/>
        </w:trPr>
        <w:tc>
          <w:tcPr>
            <w:tcW w:w="2436" w:type="dxa"/>
          </w:tcPr>
          <w:p w:rsidR="00D8707F" w:rsidRPr="00AC3EA9" w:rsidRDefault="00D8707F">
            <w:pPr>
              <w:rPr>
                <w:b/>
                <w:sz w:val="22"/>
                <w:highlight w:val="lightGray"/>
              </w:rPr>
            </w:pPr>
            <w:r w:rsidRPr="00D8707F">
              <w:rPr>
                <w:b/>
                <w:sz w:val="22"/>
              </w:rPr>
              <w:t>Rigor</w:t>
            </w:r>
          </w:p>
        </w:tc>
        <w:tc>
          <w:tcPr>
            <w:tcW w:w="2436" w:type="dxa"/>
          </w:tcPr>
          <w:p w:rsidR="00D8707F" w:rsidRDefault="00AC4021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2" w:name="Check10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2"/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AC4021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63" w:name="Check11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F54B66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3"/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AC4021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Check12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4"/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AC4021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Check13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5"/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AC4021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Check14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6"/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AC4021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Check15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7"/>
            <w:r w:rsidR="00D8707F">
              <w:rPr>
                <w:rFonts w:eastAsia="MS Gothic"/>
                <w:sz w:val="22"/>
              </w:rPr>
              <w:t>Level 6: Create</w:t>
            </w:r>
          </w:p>
        </w:tc>
        <w:tc>
          <w:tcPr>
            <w:tcW w:w="2436" w:type="dxa"/>
          </w:tcPr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F54B66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6: Create</w:t>
            </w:r>
          </w:p>
        </w:tc>
        <w:tc>
          <w:tcPr>
            <w:tcW w:w="2436" w:type="dxa"/>
          </w:tcPr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F54B66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6: Create</w:t>
            </w:r>
          </w:p>
        </w:tc>
        <w:tc>
          <w:tcPr>
            <w:tcW w:w="2436" w:type="dxa"/>
          </w:tcPr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F54B66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6: Create</w:t>
            </w:r>
          </w:p>
        </w:tc>
        <w:tc>
          <w:tcPr>
            <w:tcW w:w="2436" w:type="dxa"/>
          </w:tcPr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F54B66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6: Create</w:t>
            </w:r>
          </w:p>
        </w:tc>
      </w:tr>
      <w:tr w:rsidR="00D8707F" w:rsidRPr="00AC3EA9" w:rsidTr="00AC3EA9">
        <w:trPr>
          <w:cantSplit/>
        </w:trPr>
        <w:tc>
          <w:tcPr>
            <w:tcW w:w="2436" w:type="dxa"/>
          </w:tcPr>
          <w:p w:rsidR="00D8707F" w:rsidRPr="00D8707F" w:rsidRDefault="00D8707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Thinking Maps</w:t>
            </w:r>
          </w:p>
        </w:tc>
        <w:tc>
          <w:tcPr>
            <w:tcW w:w="2436" w:type="dxa"/>
          </w:tcPr>
          <w:p w:rsidR="00D8707F" w:rsidRDefault="00AC4021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Check16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8"/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AC4021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9" w:name="Check17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9"/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AC4021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0" w:name="Check18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0"/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AC4021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1" w:name="Check19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1"/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AC4021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2" w:name="Check20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2"/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AC4021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3" w:name="Check21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3"/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AC4021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4" w:name="Check22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4"/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AC4021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5" w:name="Check23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5"/>
            <w:r w:rsidR="00D8707F">
              <w:rPr>
                <w:rFonts w:eastAsia="MS Gothic"/>
                <w:sz w:val="22"/>
              </w:rPr>
              <w:t>Bubble</w:t>
            </w:r>
          </w:p>
        </w:tc>
        <w:tc>
          <w:tcPr>
            <w:tcW w:w="2436" w:type="dxa"/>
          </w:tcPr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Bubble</w:t>
            </w:r>
          </w:p>
        </w:tc>
        <w:tc>
          <w:tcPr>
            <w:tcW w:w="2436" w:type="dxa"/>
          </w:tcPr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Bubble</w:t>
            </w:r>
          </w:p>
        </w:tc>
        <w:tc>
          <w:tcPr>
            <w:tcW w:w="2436" w:type="dxa"/>
          </w:tcPr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F54B66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F54B66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Bubble</w:t>
            </w:r>
          </w:p>
        </w:tc>
        <w:tc>
          <w:tcPr>
            <w:tcW w:w="2436" w:type="dxa"/>
          </w:tcPr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AC4021" w:rsidP="00823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Bubble</w:t>
            </w:r>
          </w:p>
        </w:tc>
      </w:tr>
      <w:tr w:rsidR="00D8707F" w:rsidRPr="00AC3EA9" w:rsidTr="00AC3EA9">
        <w:trPr>
          <w:cantSplit/>
        </w:trPr>
        <w:tc>
          <w:tcPr>
            <w:tcW w:w="2436" w:type="dxa"/>
          </w:tcPr>
          <w:p w:rsidR="00D8707F" w:rsidRDefault="00D8707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Homework</w:t>
            </w:r>
          </w:p>
        </w:tc>
        <w:tc>
          <w:tcPr>
            <w:tcW w:w="2436" w:type="dxa"/>
          </w:tcPr>
          <w:p w:rsidR="00D8707F" w:rsidRDefault="00AC4021" w:rsidP="00F54B66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F54B66">
              <w:rPr>
                <w:rStyle w:val="PlaceholderText"/>
                <w:noProof/>
              </w:rPr>
              <w:t>Quizlet Voc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AC4021" w:rsidP="00F54B66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F54B66">
              <w:rPr>
                <w:rStyle w:val="PlaceholderText"/>
                <w:noProof/>
              </w:rPr>
              <w:t>Quizlet Voc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AC4021" w:rsidP="00F54B66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F54B66">
              <w:rPr>
                <w:rStyle w:val="PlaceholderText"/>
              </w:rPr>
              <w:t>Read all hail hypotenuse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AC4021" w:rsidP="00F54B66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F54B66">
              <w:rPr>
                <w:rStyle w:val="PlaceholderText"/>
                <w:noProof/>
              </w:rPr>
              <w:t>Cryptic quiz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AC4021" w:rsidP="00F54B66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F54B66">
              <w:rPr>
                <w:rStyle w:val="PlaceholderText"/>
                <w:noProof/>
              </w:rPr>
              <w:t>Pythag Puzzles/Robotic Disney</w:t>
            </w:r>
            <w:r>
              <w:rPr>
                <w:rStyle w:val="PlaceholderText"/>
              </w:rPr>
              <w:fldChar w:fldCharType="end"/>
            </w:r>
          </w:p>
        </w:tc>
      </w:tr>
      <w:tr w:rsidR="00D8707F" w:rsidRPr="00AC3EA9" w:rsidTr="00AC3EA9">
        <w:trPr>
          <w:cantSplit/>
        </w:trPr>
        <w:tc>
          <w:tcPr>
            <w:tcW w:w="2436" w:type="dxa"/>
          </w:tcPr>
          <w:p w:rsidR="00D8707F" w:rsidRDefault="00D8707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Resources</w:t>
            </w:r>
          </w:p>
        </w:tc>
        <w:tc>
          <w:tcPr>
            <w:tcW w:w="2436" w:type="dxa"/>
          </w:tcPr>
          <w:p w:rsidR="00D8707F" w:rsidRDefault="00AC4021" w:rsidP="00F54B66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F54B66">
              <w:rPr>
                <w:rStyle w:val="PlaceholderText"/>
                <w:noProof/>
              </w:rPr>
              <w:t>MS Paint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AC4021" w:rsidP="00F54B66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F54B66">
              <w:rPr>
                <w:rStyle w:val="PlaceholderText"/>
                <w:noProof/>
              </w:rPr>
              <w:t>Glogster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AC4021" w:rsidP="00F54B66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F54B66">
              <w:rPr>
                <w:rStyle w:val="PlaceholderText"/>
                <w:noProof/>
              </w:rPr>
              <w:t>Web Cam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AC4021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bookmarkStart w:id="76" w:name="_GoBack"/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bookmarkEnd w:id="76"/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AC4021" w:rsidP="00F54B66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F54B66">
              <w:rPr>
                <w:rStyle w:val="PlaceholderText"/>
                <w:noProof/>
              </w:rPr>
              <w:t>Geogebra</w:t>
            </w:r>
            <w:r>
              <w:rPr>
                <w:rStyle w:val="PlaceholderText"/>
              </w:rPr>
              <w:fldChar w:fldCharType="end"/>
            </w:r>
          </w:p>
        </w:tc>
      </w:tr>
    </w:tbl>
    <w:p w:rsidR="00E14634" w:rsidRDefault="00CB4338">
      <w:r>
        <w:t xml:space="preserve">**Each component of this plan may or may </w:t>
      </w:r>
      <w:proofErr w:type="gramStart"/>
      <w:r>
        <w:t>not  be</w:t>
      </w:r>
      <w:proofErr w:type="gramEnd"/>
      <w:r>
        <w:t xml:space="preserve"> used every day/week.</w:t>
      </w:r>
    </w:p>
    <w:sectPr w:rsidR="00E14634" w:rsidSect="007A3B87">
      <w:footerReference w:type="default" r:id="rId8"/>
      <w:pgSz w:w="15840" w:h="12240" w:orient="landscape"/>
      <w:pgMar w:top="72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CCC" w:rsidRDefault="00717CCC" w:rsidP="00EE24E8">
      <w:r>
        <w:separator/>
      </w:r>
    </w:p>
  </w:endnote>
  <w:endnote w:type="continuationSeparator" w:id="0">
    <w:p w:rsidR="00717CCC" w:rsidRDefault="00717CCC" w:rsidP="00EE24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0BC" w:rsidRPr="00EE24E8" w:rsidRDefault="008230BC" w:rsidP="00EE24E8">
    <w:pPr>
      <w:pStyle w:val="Footer"/>
      <w:tabs>
        <w:tab w:val="clear" w:pos="4680"/>
        <w:tab w:val="clear" w:pos="9360"/>
        <w:tab w:val="right" w:pos="-3060"/>
        <w:tab w:val="left" w:pos="7920"/>
        <w:tab w:val="right" w:pos="14310"/>
      </w:tabs>
      <w:rPr>
        <w:b/>
        <w:i/>
        <w:sz w:val="20"/>
        <w:szCs w:val="20"/>
      </w:rPr>
    </w:pPr>
    <w:r>
      <w:rPr>
        <w:b/>
        <w:i/>
        <w:sz w:val="20"/>
        <w:szCs w:val="20"/>
      </w:rPr>
      <w:t>Lesson Plan Template</w:t>
    </w:r>
    <w:r>
      <w:rPr>
        <w:b/>
        <w:i/>
        <w:sz w:val="20"/>
        <w:szCs w:val="20"/>
      </w:rPr>
      <w:tab/>
    </w:r>
    <w:r>
      <w:rPr>
        <w:b/>
        <w:i/>
        <w:sz w:val="20"/>
        <w:szCs w:val="20"/>
      </w:rPr>
      <w:tab/>
      <w:t xml:space="preserve">Page </w:t>
    </w:r>
    <w:r w:rsidRPr="007A3B87">
      <w:rPr>
        <w:b/>
        <w:i/>
        <w:sz w:val="20"/>
        <w:szCs w:val="20"/>
      </w:rPr>
      <w:fldChar w:fldCharType="begin"/>
    </w:r>
    <w:r w:rsidRPr="007A3B87">
      <w:rPr>
        <w:b/>
        <w:i/>
        <w:sz w:val="20"/>
        <w:szCs w:val="20"/>
      </w:rPr>
      <w:instrText xml:space="preserve"> PAGE   \* MERGEFORMAT </w:instrText>
    </w:r>
    <w:r w:rsidRPr="007A3B87">
      <w:rPr>
        <w:b/>
        <w:i/>
        <w:sz w:val="20"/>
        <w:szCs w:val="20"/>
      </w:rPr>
      <w:fldChar w:fldCharType="separate"/>
    </w:r>
    <w:r w:rsidR="004A065B">
      <w:rPr>
        <w:b/>
        <w:i/>
        <w:noProof/>
        <w:sz w:val="20"/>
        <w:szCs w:val="20"/>
      </w:rPr>
      <w:t>1</w:t>
    </w:r>
    <w:r w:rsidRPr="007A3B87">
      <w:rPr>
        <w:b/>
        <w:i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CCC" w:rsidRDefault="00717CCC" w:rsidP="00EE24E8">
      <w:r>
        <w:separator/>
      </w:r>
    </w:p>
  </w:footnote>
  <w:footnote w:type="continuationSeparator" w:id="0">
    <w:p w:rsidR="00717CCC" w:rsidRDefault="00717CCC" w:rsidP="00EE24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44E67"/>
    <w:multiLevelType w:val="hybridMultilevel"/>
    <w:tmpl w:val="144C0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4D2483"/>
    <w:multiLevelType w:val="hybridMultilevel"/>
    <w:tmpl w:val="E154EE82"/>
    <w:lvl w:ilvl="0" w:tplc="979CC3F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0B7B2F"/>
    <w:multiLevelType w:val="hybridMultilevel"/>
    <w:tmpl w:val="21CACC42"/>
    <w:lvl w:ilvl="0" w:tplc="979CC3F0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documentProtection w:edit="forms" w:enforcement="1" w:cryptProviderType="rsaFull" w:cryptAlgorithmClass="hash" w:cryptAlgorithmType="typeAny" w:cryptAlgorithmSid="4" w:cryptSpinCount="100000" w:hash="pWK9UZuCNe4XGQV3IYwjd92f0lg=" w:salt="VPBfyxoV2BVATWckybQWDQ==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36B2"/>
    <w:rsid w:val="00052894"/>
    <w:rsid w:val="000530E0"/>
    <w:rsid w:val="00090E51"/>
    <w:rsid w:val="000A4887"/>
    <w:rsid w:val="000D5E5E"/>
    <w:rsid w:val="00172F01"/>
    <w:rsid w:val="001E408C"/>
    <w:rsid w:val="0025060A"/>
    <w:rsid w:val="00281535"/>
    <w:rsid w:val="002836B2"/>
    <w:rsid w:val="002A1278"/>
    <w:rsid w:val="003465A0"/>
    <w:rsid w:val="00424BE8"/>
    <w:rsid w:val="00454EC8"/>
    <w:rsid w:val="004A065B"/>
    <w:rsid w:val="004F1B15"/>
    <w:rsid w:val="00555B72"/>
    <w:rsid w:val="00584030"/>
    <w:rsid w:val="00596188"/>
    <w:rsid w:val="005D476F"/>
    <w:rsid w:val="00625D4C"/>
    <w:rsid w:val="00681418"/>
    <w:rsid w:val="00717CCC"/>
    <w:rsid w:val="00791AF4"/>
    <w:rsid w:val="007A3B87"/>
    <w:rsid w:val="007F5094"/>
    <w:rsid w:val="008230BC"/>
    <w:rsid w:val="00876BA1"/>
    <w:rsid w:val="00953A35"/>
    <w:rsid w:val="00977842"/>
    <w:rsid w:val="009B248F"/>
    <w:rsid w:val="009E7A9A"/>
    <w:rsid w:val="00A01929"/>
    <w:rsid w:val="00A951FD"/>
    <w:rsid w:val="00AC3EA9"/>
    <w:rsid w:val="00AC4021"/>
    <w:rsid w:val="00AE0712"/>
    <w:rsid w:val="00B23545"/>
    <w:rsid w:val="00B83514"/>
    <w:rsid w:val="00C025B0"/>
    <w:rsid w:val="00C97FF6"/>
    <w:rsid w:val="00CB4338"/>
    <w:rsid w:val="00CF11DB"/>
    <w:rsid w:val="00D23197"/>
    <w:rsid w:val="00D8074F"/>
    <w:rsid w:val="00D8707F"/>
    <w:rsid w:val="00DD7ADD"/>
    <w:rsid w:val="00DE40A9"/>
    <w:rsid w:val="00DF44AF"/>
    <w:rsid w:val="00E14634"/>
    <w:rsid w:val="00E36519"/>
    <w:rsid w:val="00EC32BF"/>
    <w:rsid w:val="00EC346E"/>
    <w:rsid w:val="00EE24E8"/>
    <w:rsid w:val="00F155C8"/>
    <w:rsid w:val="00F3273E"/>
    <w:rsid w:val="00F54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(Web)" w:locked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B15"/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locked/>
    <w:rsid w:val="00E146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9B24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4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locked/>
    <w:rsid w:val="00EE24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24E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locked/>
    <w:rsid w:val="00EE24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24E8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locked/>
    <w:rsid w:val="00E3651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(Web)" w:locked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B15"/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locked/>
    <w:rsid w:val="00E146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9B24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4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locked/>
    <w:rsid w:val="00EE24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24E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locked/>
    <w:rsid w:val="00EE24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24E8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locked/>
    <w:rsid w:val="00E3651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R187C~1.G\AppData\Local\Temp\Secondary%20Lesson%20Plan%20Template%20w_Rigor_Thinking%20Map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128F5-2061-4516-A64C-5CE811D76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Secondary Lesson Plan Template w_Rigor_Thinking Maps</Template>
  <TotalTime>9</TotalTime>
  <Pages>3</Pages>
  <Words>1090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G</dc:creator>
  <cp:lastModifiedBy>martin</cp:lastModifiedBy>
  <cp:revision>3</cp:revision>
  <cp:lastPrinted>2012-06-06T12:48:00Z</cp:lastPrinted>
  <dcterms:created xsi:type="dcterms:W3CDTF">2012-06-06T13:52:00Z</dcterms:created>
  <dcterms:modified xsi:type="dcterms:W3CDTF">2012-06-06T14:46:00Z</dcterms:modified>
</cp:coreProperties>
</file>